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2DF2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2823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r w:rsidR="00075425">
        <w:rPr>
          <w:rFonts w:ascii="Corbel" w:hAnsi="Corbel"/>
          <w:b/>
          <w:smallCaps/>
          <w:sz w:val="24"/>
          <w:szCs w:val="24"/>
        </w:rPr>
        <w:t xml:space="preserve">    </w:t>
      </w:r>
    </w:p>
    <w:p w14:paraId="65D9614A" w14:textId="09D0AD5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F09AF">
        <w:rPr>
          <w:rFonts w:ascii="Corbel" w:hAnsi="Corbel"/>
          <w:i/>
          <w:smallCaps/>
          <w:sz w:val="24"/>
          <w:szCs w:val="24"/>
        </w:rPr>
        <w:t>202</w:t>
      </w:r>
      <w:r w:rsidR="00BE1CFB">
        <w:rPr>
          <w:rFonts w:ascii="Corbel" w:hAnsi="Corbel"/>
          <w:i/>
          <w:smallCaps/>
          <w:sz w:val="24"/>
          <w:szCs w:val="24"/>
        </w:rPr>
        <w:t>1</w:t>
      </w:r>
      <w:r w:rsidR="00AF09AF">
        <w:rPr>
          <w:rFonts w:ascii="Corbel" w:hAnsi="Corbel"/>
          <w:i/>
          <w:smallCaps/>
          <w:sz w:val="24"/>
          <w:szCs w:val="24"/>
        </w:rPr>
        <w:t>-202</w:t>
      </w:r>
      <w:r w:rsidR="00BE1CFB">
        <w:rPr>
          <w:rFonts w:ascii="Corbel" w:hAnsi="Corbel"/>
          <w:i/>
          <w:smallCaps/>
          <w:sz w:val="24"/>
          <w:szCs w:val="24"/>
        </w:rPr>
        <w:t>3</w:t>
      </w:r>
    </w:p>
    <w:p w14:paraId="5F7630B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437DEB4" w14:textId="5937C30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F09AF">
        <w:rPr>
          <w:rFonts w:ascii="Corbel" w:hAnsi="Corbel"/>
          <w:sz w:val="20"/>
          <w:szCs w:val="20"/>
        </w:rPr>
        <w:t>202</w:t>
      </w:r>
      <w:r w:rsidR="00BE1CFB">
        <w:rPr>
          <w:rFonts w:ascii="Corbel" w:hAnsi="Corbel"/>
          <w:sz w:val="20"/>
          <w:szCs w:val="20"/>
        </w:rPr>
        <w:t>2</w:t>
      </w:r>
      <w:r w:rsidR="00AF09AF">
        <w:rPr>
          <w:rFonts w:ascii="Corbel" w:hAnsi="Corbel"/>
          <w:sz w:val="20"/>
          <w:szCs w:val="20"/>
        </w:rPr>
        <w:t>/202</w:t>
      </w:r>
      <w:r w:rsidR="00BE1CFB">
        <w:rPr>
          <w:rFonts w:ascii="Corbel" w:hAnsi="Corbel"/>
          <w:sz w:val="20"/>
          <w:szCs w:val="20"/>
        </w:rPr>
        <w:t>3</w:t>
      </w:r>
    </w:p>
    <w:p w14:paraId="7E6793C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9C30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DED57D" w14:textId="77777777" w:rsidTr="00AB7391">
        <w:tc>
          <w:tcPr>
            <w:tcW w:w="2694" w:type="dxa"/>
            <w:vAlign w:val="center"/>
          </w:tcPr>
          <w:p w14:paraId="10F6B87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109988" w14:textId="77777777" w:rsidR="0085747A" w:rsidRPr="00AB7391" w:rsidRDefault="00B36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B7391">
              <w:rPr>
                <w:rFonts w:ascii="Corbel" w:hAnsi="Corbel"/>
                <w:sz w:val="24"/>
                <w:szCs w:val="24"/>
              </w:rPr>
              <w:t>Profilaktyka wypalenia zawodowego</w:t>
            </w:r>
          </w:p>
        </w:tc>
      </w:tr>
      <w:tr w:rsidR="0085747A" w:rsidRPr="009C54AE" w14:paraId="03037307" w14:textId="77777777" w:rsidTr="00AB7391">
        <w:tc>
          <w:tcPr>
            <w:tcW w:w="2694" w:type="dxa"/>
            <w:vAlign w:val="center"/>
          </w:tcPr>
          <w:p w14:paraId="5EB109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C685A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A303036" w14:textId="77777777" w:rsidTr="00AB7391">
        <w:tc>
          <w:tcPr>
            <w:tcW w:w="2694" w:type="dxa"/>
            <w:vAlign w:val="center"/>
          </w:tcPr>
          <w:p w14:paraId="36608EF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594EC9" w14:textId="5213A409" w:rsidR="0085747A" w:rsidRPr="009C54AE" w:rsidRDefault="005051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12282F8" w14:textId="77777777" w:rsidTr="00AB7391">
        <w:tc>
          <w:tcPr>
            <w:tcW w:w="2694" w:type="dxa"/>
            <w:vAlign w:val="center"/>
          </w:tcPr>
          <w:p w14:paraId="35B674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9FB654" w14:textId="55E1CA1D" w:rsidR="0085747A" w:rsidRPr="009C54AE" w:rsidRDefault="005051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B7391" w:rsidRPr="009C54AE" w14:paraId="4EC27CA2" w14:textId="77777777" w:rsidTr="00AB7391">
        <w:tc>
          <w:tcPr>
            <w:tcW w:w="2694" w:type="dxa"/>
            <w:vAlign w:val="center"/>
          </w:tcPr>
          <w:p w14:paraId="74071E63" w14:textId="77777777" w:rsidR="00AB7391" w:rsidRPr="009C54AE" w:rsidRDefault="00AB7391" w:rsidP="00AB73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25A1F1" w14:textId="77777777" w:rsidR="00AB7391" w:rsidRPr="009C54AE" w:rsidRDefault="00AB7391" w:rsidP="00AB73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541E17DB" w14:textId="77777777" w:rsidTr="00AB7391">
        <w:tc>
          <w:tcPr>
            <w:tcW w:w="2694" w:type="dxa"/>
            <w:vAlign w:val="center"/>
          </w:tcPr>
          <w:p w14:paraId="163423C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4D435C" w14:textId="77777777" w:rsidR="0085747A" w:rsidRPr="009C54AE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66403700" w14:textId="77777777" w:rsidTr="00AB7391">
        <w:tc>
          <w:tcPr>
            <w:tcW w:w="2694" w:type="dxa"/>
            <w:vAlign w:val="center"/>
          </w:tcPr>
          <w:p w14:paraId="21861A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C3E54B" w14:textId="77777777" w:rsidR="0085747A" w:rsidRPr="009C54AE" w:rsidRDefault="00D859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FEA65CD" w14:textId="77777777" w:rsidTr="00AB7391">
        <w:tc>
          <w:tcPr>
            <w:tcW w:w="2694" w:type="dxa"/>
            <w:vAlign w:val="center"/>
          </w:tcPr>
          <w:p w14:paraId="488AE3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391514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F9ECF2E" w14:textId="77777777" w:rsidTr="00AB7391">
        <w:tc>
          <w:tcPr>
            <w:tcW w:w="2694" w:type="dxa"/>
            <w:vAlign w:val="center"/>
          </w:tcPr>
          <w:p w14:paraId="2E5032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AF42B4" w14:textId="6F1351DC" w:rsidR="0085747A" w:rsidRPr="009C54AE" w:rsidRDefault="00A76935" w:rsidP="00A769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B7391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312127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4. </w:t>
            </w:r>
            <w:r w:rsidR="00312127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14:paraId="65FE7B06" w14:textId="77777777" w:rsidTr="00AB7391">
        <w:tc>
          <w:tcPr>
            <w:tcW w:w="2694" w:type="dxa"/>
            <w:vAlign w:val="center"/>
          </w:tcPr>
          <w:p w14:paraId="4A7EDE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34005C" w14:textId="77777777" w:rsidR="0085747A" w:rsidRPr="009C54AE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EFF6E32" w14:textId="77777777" w:rsidTr="00AB7391">
        <w:tc>
          <w:tcPr>
            <w:tcW w:w="2694" w:type="dxa"/>
            <w:vAlign w:val="center"/>
          </w:tcPr>
          <w:p w14:paraId="6EC2787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942295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640DDC5" w14:textId="77777777" w:rsidTr="00AB7391">
        <w:tc>
          <w:tcPr>
            <w:tcW w:w="2694" w:type="dxa"/>
            <w:vAlign w:val="center"/>
          </w:tcPr>
          <w:p w14:paraId="783333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421C34" w14:textId="77777777" w:rsidR="0085747A" w:rsidRPr="009C54AE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05AAD">
              <w:rPr>
                <w:rFonts w:ascii="Corbel" w:hAnsi="Corbel"/>
                <w:b w:val="0"/>
                <w:sz w:val="24"/>
                <w:szCs w:val="24"/>
              </w:rPr>
              <w:t>r Zbigniew Chodkowski</w:t>
            </w:r>
          </w:p>
        </w:tc>
      </w:tr>
      <w:tr w:rsidR="0085747A" w:rsidRPr="009C54AE" w14:paraId="2482EA89" w14:textId="77777777" w:rsidTr="00AB7391">
        <w:tc>
          <w:tcPr>
            <w:tcW w:w="2694" w:type="dxa"/>
            <w:vAlign w:val="center"/>
          </w:tcPr>
          <w:p w14:paraId="018891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377A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D6C621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FCABE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5CA8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EBAC9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2C9A3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91A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E582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7F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FA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5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79E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45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8B2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B2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810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1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848F44" w14:textId="77777777" w:rsidTr="0069397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4CA7" w14:textId="77777777" w:rsidR="00015B8F" w:rsidRPr="009C54AE" w:rsidRDefault="00D859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9B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4361" w14:textId="77777777" w:rsidR="00015B8F" w:rsidRPr="009C54AE" w:rsidRDefault="003121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B1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12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05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B6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20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0F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C9C5" w14:textId="77777777" w:rsidR="00015B8F" w:rsidRPr="009C54AE" w:rsidRDefault="00D859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485E98DE" w14:textId="77777777" w:rsidTr="0069397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F18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A3D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0F8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A6D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9F2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F1A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A21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CB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E13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DD7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01B46A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465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E5F77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6B5921" w14:textId="77777777" w:rsidR="0085747A" w:rsidRPr="005A0F5F" w:rsidRDefault="00AB73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2B35B5"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3B2780" wp14:editId="2367251B">
                <wp:simplePos x="0" y="0"/>
                <wp:positionH relativeFrom="column">
                  <wp:posOffset>473710</wp:posOffset>
                </wp:positionH>
                <wp:positionV relativeFrom="paragraph">
                  <wp:posOffset>46990</wp:posOffset>
                </wp:positionV>
                <wp:extent cx="101600" cy="96520"/>
                <wp:effectExtent l="0" t="0" r="31750" b="3683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1600" cy="965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763656" id="Łącznik prosty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3pt,3.7pt" to="45.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" strokecolor="#4579b8 [3044]">
                <o:lock v:ext="edit" shapetype="f"/>
              </v:line>
            </w:pict>
          </mc:Fallback>
        </mc:AlternateContent>
      </w:r>
      <w:r w:rsidR="0085747A" w:rsidRPr="005A0F5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471CC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27FD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3B81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35056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D85900">
        <w:rPr>
          <w:rFonts w:ascii="Corbel" w:hAnsi="Corbel"/>
          <w:b w:val="0"/>
          <w:smallCaps w:val="0"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29D994CB" w14:textId="38E79BDB" w:rsidR="009C54AE" w:rsidRPr="00AB7391" w:rsidRDefault="00AB7391" w:rsidP="00AB7391">
      <w:pPr>
        <w:ind w:left="709"/>
        <w:rPr>
          <w:rFonts w:ascii="Corbel" w:hAnsi="Corbel"/>
          <w:sz w:val="24"/>
          <w:szCs w:val="24"/>
        </w:rPr>
      </w:pPr>
      <w:r w:rsidRPr="00AB7391">
        <w:rPr>
          <w:rFonts w:ascii="Corbel" w:hAnsi="Corbel"/>
          <w:sz w:val="24"/>
          <w:szCs w:val="24"/>
        </w:rPr>
        <w:t>zaliczenie z oceną</w:t>
      </w:r>
      <w:bookmarkStart w:id="0" w:name="_GoBack"/>
      <w:bookmarkEnd w:id="0"/>
    </w:p>
    <w:p w14:paraId="1B2DFA0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CAC1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1D67F69" w14:textId="77777777" w:rsidTr="00745302">
        <w:tc>
          <w:tcPr>
            <w:tcW w:w="9670" w:type="dxa"/>
          </w:tcPr>
          <w:p w14:paraId="25C1C864" w14:textId="77777777" w:rsidR="00D85900" w:rsidRPr="00FC765A" w:rsidRDefault="00D85900" w:rsidP="00D859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C765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Podstawowa znajomość zagadnień </w:t>
            </w:r>
            <w:proofErr w:type="spellStart"/>
            <w:r w:rsidRPr="00FC765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ogólnopedagogicznych</w:t>
            </w:r>
            <w:proofErr w:type="spellEnd"/>
            <w:r w:rsidRPr="00FC765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i w zakresie studiowanej specjalności</w:t>
            </w:r>
          </w:p>
          <w:p w14:paraId="1631715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CE2A05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2DB7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DEFD7B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331E1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16EC7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85900" w:rsidRPr="009C54AE" w14:paraId="651C1EA7" w14:textId="77777777" w:rsidTr="00D85900">
        <w:tc>
          <w:tcPr>
            <w:tcW w:w="843" w:type="dxa"/>
            <w:vAlign w:val="center"/>
          </w:tcPr>
          <w:p w14:paraId="3B7A7855" w14:textId="77777777" w:rsidR="00D85900" w:rsidRPr="009C54AE" w:rsidRDefault="00D85900" w:rsidP="00D859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64672C51" w14:textId="77777777" w:rsidR="00D85900" w:rsidRPr="00D85900" w:rsidRDefault="00D85900" w:rsidP="00AB7391">
            <w:pPr>
              <w:jc w:val="both"/>
              <w:rPr>
                <w:rFonts w:ascii="Corbel" w:hAnsi="Corbel"/>
              </w:rPr>
            </w:pPr>
            <w:r w:rsidRPr="00D85900">
              <w:rPr>
                <w:rFonts w:ascii="Corbel" w:hAnsi="Corbel"/>
              </w:rPr>
              <w:t xml:space="preserve">Zdobycie wiedzy na temat specyfiki pracy pedagoga i jej uwarunkowań, etapów rozwoju zawodowego i wybranych problemów jak stres, </w:t>
            </w:r>
            <w:proofErr w:type="spellStart"/>
            <w:r w:rsidRPr="00D85900">
              <w:rPr>
                <w:rFonts w:ascii="Corbel" w:hAnsi="Corbel"/>
              </w:rPr>
              <w:t>mobbing</w:t>
            </w:r>
            <w:proofErr w:type="spellEnd"/>
            <w:r w:rsidRPr="00D85900">
              <w:rPr>
                <w:rFonts w:ascii="Corbel" w:hAnsi="Corbel"/>
              </w:rPr>
              <w:t xml:space="preserve"> i wypalenie zawodowe.</w:t>
            </w:r>
          </w:p>
        </w:tc>
      </w:tr>
      <w:tr w:rsidR="00D85900" w:rsidRPr="009C54AE" w14:paraId="3B428F1D" w14:textId="77777777" w:rsidTr="00D85900">
        <w:tc>
          <w:tcPr>
            <w:tcW w:w="843" w:type="dxa"/>
            <w:vAlign w:val="center"/>
          </w:tcPr>
          <w:p w14:paraId="02D0D6D8" w14:textId="77777777" w:rsidR="00D85900" w:rsidRPr="009C54AE" w:rsidRDefault="00D85900" w:rsidP="00D8590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B3509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</w:tcPr>
          <w:p w14:paraId="20CEDEB5" w14:textId="77777777" w:rsidR="00D85900" w:rsidRPr="00D85900" w:rsidRDefault="00D85900" w:rsidP="00AB7391">
            <w:pPr>
              <w:jc w:val="both"/>
              <w:rPr>
                <w:rFonts w:ascii="Corbel" w:hAnsi="Corbel"/>
              </w:rPr>
            </w:pPr>
            <w:r w:rsidRPr="00D85900">
              <w:rPr>
                <w:rFonts w:ascii="Corbel" w:hAnsi="Corbel"/>
              </w:rPr>
              <w:t>Kształtowanie umiejętności wykorzystania zdobytej wiedzy do oceny funkcjonowania oraz rozwoju zawodowego pedagoga i ich zagrożeń, planowania działań zaradczych, pomocowych, rozwojowych;</w:t>
            </w:r>
          </w:p>
        </w:tc>
      </w:tr>
      <w:tr w:rsidR="00D85900" w:rsidRPr="009C54AE" w14:paraId="1E4D2965" w14:textId="77777777" w:rsidTr="00D85900">
        <w:tc>
          <w:tcPr>
            <w:tcW w:w="843" w:type="dxa"/>
            <w:vAlign w:val="center"/>
          </w:tcPr>
          <w:p w14:paraId="03790F59" w14:textId="77777777" w:rsidR="00D85900" w:rsidRPr="009C54AE" w:rsidRDefault="00D85900" w:rsidP="00D859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</w:tcPr>
          <w:p w14:paraId="564E8B91" w14:textId="77777777" w:rsidR="00D85900" w:rsidRPr="00D85900" w:rsidRDefault="00D85900" w:rsidP="00AB7391">
            <w:pPr>
              <w:jc w:val="both"/>
              <w:rPr>
                <w:rFonts w:ascii="Corbel" w:hAnsi="Corbel"/>
              </w:rPr>
            </w:pPr>
            <w:r w:rsidRPr="00D85900">
              <w:rPr>
                <w:rFonts w:ascii="Corbel" w:hAnsi="Corbel"/>
              </w:rPr>
              <w:t xml:space="preserve">Uświadamianie potrzeby rozwijania posiadanych kompetencji oraz motywowanie do podejmowania działań samokształceniowych, </w:t>
            </w:r>
          </w:p>
        </w:tc>
      </w:tr>
    </w:tbl>
    <w:p w14:paraId="1139D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8E1B9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DC538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329D7C9" w14:textId="77777777" w:rsidTr="00150587">
        <w:tc>
          <w:tcPr>
            <w:tcW w:w="1681" w:type="dxa"/>
            <w:vAlign w:val="center"/>
          </w:tcPr>
          <w:p w14:paraId="0211013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6846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745D3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489888E" w14:textId="77777777" w:rsidTr="00150587">
        <w:tc>
          <w:tcPr>
            <w:tcW w:w="1681" w:type="dxa"/>
          </w:tcPr>
          <w:p w14:paraId="1747FFC8" w14:textId="77777777" w:rsidR="0085747A" w:rsidRPr="009C54AE" w:rsidRDefault="0085747A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0616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402C5341" w14:textId="77777777" w:rsidR="0015663E" w:rsidRPr="002C5A53" w:rsidRDefault="0015663E" w:rsidP="002C5A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5663E">
              <w:rPr>
                <w:rFonts w:ascii="Corbel" w:hAnsi="Corbel"/>
                <w:b w:val="0"/>
                <w:smallCaps w:val="0"/>
              </w:rPr>
              <w:t>Student s</w:t>
            </w:r>
            <w:r w:rsidR="00606165" w:rsidRPr="0015663E">
              <w:rPr>
                <w:rFonts w:ascii="Corbel" w:hAnsi="Corbel"/>
                <w:b w:val="0"/>
                <w:smallCaps w:val="0"/>
              </w:rPr>
              <w:t>charakteryzuje: specyfikę pracy pedagoga i jej uwarunkowania, etapy rozwoju zawodowego i wybrane problemy, jak: stres i wypalenie zawodowe, działania zaradcze, pomocowe, rozwojowe.</w:t>
            </w:r>
          </w:p>
        </w:tc>
        <w:tc>
          <w:tcPr>
            <w:tcW w:w="1865" w:type="dxa"/>
          </w:tcPr>
          <w:p w14:paraId="7F82B5E8" w14:textId="77777777" w:rsidR="0085747A" w:rsidRPr="009C54AE" w:rsidRDefault="001505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0616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150587" w:rsidRPr="009C54AE" w14:paraId="1691AB10" w14:textId="77777777" w:rsidTr="00150587">
        <w:tc>
          <w:tcPr>
            <w:tcW w:w="1681" w:type="dxa"/>
          </w:tcPr>
          <w:p w14:paraId="3B48926B" w14:textId="77777777" w:rsidR="00150587" w:rsidRPr="009C54AE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0616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A25DCC0" w14:textId="0851E46A" w:rsidR="00DB35A0" w:rsidRPr="0015663E" w:rsidRDefault="00DB35A0" w:rsidP="002C5A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 w:rsidRPr="0015663E">
              <w:rPr>
                <w:rFonts w:ascii="Corbel" w:hAnsi="Corbel" w:cs="Carlito"/>
                <w:sz w:val="24"/>
                <w:szCs w:val="24"/>
                <w:lang w:eastAsia="pl-PL"/>
              </w:rPr>
              <w:t>Student wykorzysta zdobytą wiedzę do: oceny funkcjonowania pedagoga i planowania własnego rozwoju</w:t>
            </w:r>
            <w:r w:rsidR="00A76935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, z uwzględnieniem indywidualnych form </w:t>
            </w:r>
            <w:proofErr w:type="spellStart"/>
            <w:r w:rsidR="00A76935">
              <w:rPr>
                <w:rFonts w:ascii="Corbel" w:hAnsi="Corbel" w:cs="Carlito"/>
                <w:sz w:val="24"/>
                <w:szCs w:val="24"/>
                <w:lang w:eastAsia="pl-PL"/>
              </w:rPr>
              <w:t>przedsięborczości</w:t>
            </w:r>
            <w:proofErr w:type="spellEnd"/>
            <w:r w:rsidR="00BC478C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 (w aspekcie zapobiegania wypaleniu zawodowego)</w:t>
            </w:r>
            <w:r w:rsidRPr="0015663E">
              <w:rPr>
                <w:rFonts w:ascii="Corbel" w:hAnsi="Corbel" w:cs="Carlito"/>
                <w:sz w:val="24"/>
                <w:szCs w:val="24"/>
                <w:lang w:eastAsia="pl-PL"/>
              </w:rPr>
              <w:t>.</w:t>
            </w:r>
            <w:r w:rsidR="0015663E" w:rsidRPr="0015663E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9928F56" w14:textId="77777777" w:rsidR="00150587" w:rsidRPr="009C54AE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150587" w:rsidRPr="009C54AE" w14:paraId="742AE4DC" w14:textId="77777777" w:rsidTr="00150587">
        <w:tc>
          <w:tcPr>
            <w:tcW w:w="1681" w:type="dxa"/>
          </w:tcPr>
          <w:p w14:paraId="6D5C4FF7" w14:textId="77777777" w:rsidR="00150587" w:rsidRPr="009C54AE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97497B1" w14:textId="26F6AFC9" w:rsidR="0015663E" w:rsidRPr="007E5523" w:rsidRDefault="007E5523" w:rsidP="00BC47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7E5523">
              <w:rPr>
                <w:rFonts w:ascii="Corbel" w:hAnsi="Corbel"/>
                <w:sz w:val="24"/>
              </w:rPr>
              <w:t>Student zastosuje zaawans</w:t>
            </w:r>
            <w:r w:rsidR="00BC478C">
              <w:rPr>
                <w:rFonts w:ascii="Corbel" w:hAnsi="Corbel"/>
                <w:sz w:val="24"/>
              </w:rPr>
              <w:t>owane technologie informacyjne i informatyczne</w:t>
            </w:r>
            <w:r w:rsidRPr="007E5523">
              <w:rPr>
                <w:rFonts w:ascii="Corbel" w:hAnsi="Corbel"/>
                <w:sz w:val="24"/>
              </w:rPr>
              <w:t xml:space="preserve"> w rozwoju własnych umiejętności profesjonalnych</w:t>
            </w:r>
            <w:r w:rsidR="00FD3821">
              <w:rPr>
                <w:rFonts w:ascii="Corbel" w:hAnsi="Corbel"/>
                <w:sz w:val="24"/>
              </w:rPr>
              <w:t xml:space="preserve"> i zapobieganiu wypaleniu zawodowemu. </w:t>
            </w:r>
          </w:p>
        </w:tc>
        <w:tc>
          <w:tcPr>
            <w:tcW w:w="1865" w:type="dxa"/>
          </w:tcPr>
          <w:p w14:paraId="58EC1693" w14:textId="77777777" w:rsidR="00150587" w:rsidRPr="009C54AE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50587" w:rsidRPr="009C54AE" w14:paraId="6D4C04E1" w14:textId="77777777" w:rsidTr="00150587">
        <w:tc>
          <w:tcPr>
            <w:tcW w:w="1681" w:type="dxa"/>
          </w:tcPr>
          <w:p w14:paraId="2C9AB57F" w14:textId="77777777" w:rsidR="00150587" w:rsidRPr="009C54AE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631A06E" w14:textId="49E40DC5" w:rsidR="000109D1" w:rsidRPr="009C54AE" w:rsidRDefault="0015663E" w:rsidP="00FD3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A66591"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FD3821">
              <w:rPr>
                <w:rFonts w:ascii="Corbel" w:hAnsi="Corbel"/>
                <w:b w:val="0"/>
                <w:smallCaps w:val="0"/>
                <w:szCs w:val="24"/>
              </w:rPr>
              <w:t xml:space="preserve"> poziom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swojej wiedzy oraz umiejętności w obszarze rozwoju zawodowego i przeciwdziałani</w:t>
            </w:r>
            <w:r w:rsidR="00FD382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wypaleniu zawodowemu</w:t>
            </w:r>
            <w:r w:rsidR="00FD38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8E466E3" w14:textId="77777777" w:rsidR="00150587" w:rsidRPr="00150587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58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52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18641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5338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9FD564" w14:textId="77777777" w:rsidR="0085747A" w:rsidRDefault="0085747A" w:rsidP="00DF74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5A53">
        <w:rPr>
          <w:rFonts w:ascii="Corbel" w:hAnsi="Corbel"/>
          <w:sz w:val="24"/>
          <w:szCs w:val="24"/>
        </w:rPr>
        <w:t>Problematyka ćwiczeń audytoryjnych</w:t>
      </w:r>
    </w:p>
    <w:p w14:paraId="57CA4780" w14:textId="77777777" w:rsidR="002C5A53" w:rsidRPr="002C5A53" w:rsidRDefault="002C5A53" w:rsidP="002C5A5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36668" w:rsidRPr="009C54AE" w14:paraId="765FC8CC" w14:textId="77777777" w:rsidTr="00DB35A0">
        <w:tc>
          <w:tcPr>
            <w:tcW w:w="9520" w:type="dxa"/>
          </w:tcPr>
          <w:p w14:paraId="0625E21B" w14:textId="77777777" w:rsidR="00B36668" w:rsidRDefault="00B36668">
            <w:pPr>
              <w:pStyle w:val="Akapitzlist"/>
              <w:spacing w:after="0" w:line="240" w:lineRule="auto"/>
              <w:ind w:left="0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Treści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Treści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merytoryczne</w:t>
            </w:r>
          </w:p>
        </w:tc>
      </w:tr>
      <w:tr w:rsidR="00B36668" w:rsidRPr="009C54AE" w14:paraId="50750C65" w14:textId="77777777" w:rsidTr="00DB35A0">
        <w:tc>
          <w:tcPr>
            <w:tcW w:w="9520" w:type="dxa"/>
          </w:tcPr>
          <w:p w14:paraId="53A733A4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Pojęcie sytuacji zawodowej pracownika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(nauczyciela).</w:t>
            </w:r>
          </w:p>
        </w:tc>
      </w:tr>
      <w:tr w:rsidR="00B36668" w:rsidRPr="009C54AE" w14:paraId="24F4D0E6" w14:textId="77777777" w:rsidTr="00DB35A0">
        <w:tc>
          <w:tcPr>
            <w:tcW w:w="9520" w:type="dxa"/>
          </w:tcPr>
          <w:p w14:paraId="35695529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Praca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5A53">
              <w:rPr>
                <w:rFonts w:ascii="Corbel" w:hAnsi="Corbel"/>
                <w:sz w:val="24"/>
                <w:szCs w:val="24"/>
              </w:rPr>
              <w:t>- moje relacje z pracą. Pozytywne i negatywne elementy związane z wykonywaniem pracy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nauczyciela.</w:t>
            </w:r>
          </w:p>
        </w:tc>
      </w:tr>
      <w:tr w:rsidR="00B36668" w:rsidRPr="009C54AE" w14:paraId="72141D21" w14:textId="77777777" w:rsidTr="00DB35A0">
        <w:tc>
          <w:tcPr>
            <w:tcW w:w="9520" w:type="dxa"/>
          </w:tcPr>
          <w:p w14:paraId="5EFEDA93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Czynniki charakteryzujące  relację człowieka z pracą: obciążenie, stabilizacja lub jej brak, kontrola, nagroda, nagana, sprawiedliwość, aksjologia, etyka itp. </w:t>
            </w:r>
          </w:p>
        </w:tc>
      </w:tr>
      <w:tr w:rsidR="00B36668" w:rsidRPr="009C54AE" w14:paraId="275D0846" w14:textId="77777777" w:rsidTr="00DB35A0">
        <w:tc>
          <w:tcPr>
            <w:tcW w:w="9520" w:type="dxa"/>
          </w:tcPr>
          <w:p w14:paraId="08AE7221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lastRenderedPageBreak/>
              <w:t>Najważniejsze elementy do przejęcia kontroli nad życiem zawodowym: zdefiniowanie problemu, ustalenie celów, podjęcie działań, śledzenie postępów, modyfikacja planów, osiąganie zamierzonych efektów.</w:t>
            </w:r>
          </w:p>
        </w:tc>
      </w:tr>
      <w:tr w:rsidR="00B36668" w:rsidRPr="009C54AE" w14:paraId="74B1D6CD" w14:textId="77777777" w:rsidTr="00DB35A0">
        <w:tc>
          <w:tcPr>
            <w:tcW w:w="9520" w:type="dxa"/>
          </w:tcPr>
          <w:p w14:paraId="37132652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Motywacja do pracy. Motywacje osiągnięć a decyzje edukacyjno-zawodowe.</w:t>
            </w:r>
          </w:p>
        </w:tc>
      </w:tr>
      <w:tr w:rsidR="00B36668" w:rsidRPr="009C54AE" w14:paraId="0A960C6E" w14:textId="77777777" w:rsidTr="00DB35A0">
        <w:tc>
          <w:tcPr>
            <w:tcW w:w="9520" w:type="dxa"/>
          </w:tcPr>
          <w:p w14:paraId="658A6D75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Postawy i ich struktura. Postawy zawodowe a decyzje edukacyjne.</w:t>
            </w:r>
          </w:p>
        </w:tc>
      </w:tr>
      <w:tr w:rsidR="00B36668" w:rsidRPr="009C54AE" w14:paraId="55852C0A" w14:textId="77777777" w:rsidTr="00DB35A0">
        <w:tc>
          <w:tcPr>
            <w:tcW w:w="9520" w:type="dxa"/>
          </w:tcPr>
          <w:p w14:paraId="39679328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Satysfakcja zawodowa i czynniki warunkujące jej osiąganie.</w:t>
            </w:r>
          </w:p>
        </w:tc>
      </w:tr>
      <w:tr w:rsidR="00B36668" w:rsidRPr="009C54AE" w14:paraId="5B26B9AC" w14:textId="77777777" w:rsidTr="00DB35A0">
        <w:tc>
          <w:tcPr>
            <w:tcW w:w="9520" w:type="dxa"/>
          </w:tcPr>
          <w:p w14:paraId="70F7528C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Satysfakcja zawodowa a aktywność edukacyjna 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>nauczyciela.</w:t>
            </w:r>
          </w:p>
        </w:tc>
      </w:tr>
      <w:tr w:rsidR="00B36668" w:rsidRPr="009C54AE" w14:paraId="63E616ED" w14:textId="77777777" w:rsidTr="00DB35A0">
        <w:tc>
          <w:tcPr>
            <w:tcW w:w="9520" w:type="dxa"/>
          </w:tcPr>
          <w:p w14:paraId="77ADDC37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Wypalenie zawodowe i jego uwarunkowanie.</w:t>
            </w:r>
          </w:p>
        </w:tc>
      </w:tr>
      <w:tr w:rsidR="00B36668" w:rsidRPr="009C54AE" w14:paraId="6216D09E" w14:textId="77777777" w:rsidTr="00DB35A0">
        <w:tc>
          <w:tcPr>
            <w:tcW w:w="9520" w:type="dxa"/>
          </w:tcPr>
          <w:p w14:paraId="0D0A6023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Syndrom wypalenia zawodowego – w jaki sposób powstaje, kto cierpi, cechy, objawy, fazy zespołu wypalenia; w jaki sposób przeciwdziałać?</w:t>
            </w:r>
          </w:p>
        </w:tc>
      </w:tr>
      <w:tr w:rsidR="00B36668" w:rsidRPr="009C54AE" w14:paraId="6EB612A4" w14:textId="77777777" w:rsidTr="00DB35A0">
        <w:tc>
          <w:tcPr>
            <w:tcW w:w="9520" w:type="dxa"/>
          </w:tcPr>
          <w:p w14:paraId="204E1631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Współzależność czynników sytuacji zawodowej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9C54AE" w14:paraId="4EF5F507" w14:textId="77777777" w:rsidTr="00DB35A0">
        <w:tc>
          <w:tcPr>
            <w:tcW w:w="9520" w:type="dxa"/>
          </w:tcPr>
          <w:p w14:paraId="59F60A4C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– przyczyny, skutki, sposoby jego przeciwdziałania.</w:t>
            </w:r>
          </w:p>
        </w:tc>
      </w:tr>
      <w:tr w:rsidR="00B36668" w:rsidRPr="009C54AE" w14:paraId="5FDD05AD" w14:textId="77777777" w:rsidTr="00DB35A0">
        <w:tc>
          <w:tcPr>
            <w:tcW w:w="9520" w:type="dxa"/>
          </w:tcPr>
          <w:p w14:paraId="4CC5EB34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Stres – powstawanie stresu, reakcje stresowe w pracy zawodowej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nauczyciela.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36668" w:rsidRPr="009C54AE" w14:paraId="68C94ADA" w14:textId="77777777" w:rsidTr="00DB35A0">
        <w:tc>
          <w:tcPr>
            <w:tcW w:w="9520" w:type="dxa"/>
          </w:tcPr>
          <w:p w14:paraId="3D2FAB3E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Konsekwencje stresu jako przyczyną wielu chorób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9C54AE" w14:paraId="597A76F5" w14:textId="77777777" w:rsidTr="00DB35A0">
        <w:tc>
          <w:tcPr>
            <w:tcW w:w="9520" w:type="dxa"/>
          </w:tcPr>
          <w:p w14:paraId="0D498B87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Profilaktyka zdrowotna, aktywność fizyczna, edukacja 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ustawiczna </w:t>
            </w:r>
            <w:r w:rsidRPr="002C5A53">
              <w:rPr>
                <w:rFonts w:ascii="Corbel" w:hAnsi="Corbel"/>
                <w:sz w:val="24"/>
                <w:szCs w:val="24"/>
              </w:rPr>
              <w:t>– formy przeciwdziałania różnym zagrożeniom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9C54AE" w14:paraId="0FB2D987" w14:textId="77777777" w:rsidTr="00DB35A0">
        <w:tc>
          <w:tcPr>
            <w:tcW w:w="9520" w:type="dxa"/>
          </w:tcPr>
          <w:p w14:paraId="4A3288B1" w14:textId="77777777" w:rsidR="00B36668" w:rsidRPr="002C5A53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Rozwiązanie problemów związanych z obciążeniem pracą</w:t>
            </w:r>
            <w:r w:rsidR="0015663E" w:rsidRPr="002C5A53">
              <w:rPr>
                <w:rFonts w:ascii="Corbel" w:hAnsi="Corbel"/>
                <w:sz w:val="24"/>
                <w:szCs w:val="24"/>
              </w:rPr>
              <w:t xml:space="preserve"> nauczyciela.</w:t>
            </w:r>
          </w:p>
        </w:tc>
      </w:tr>
      <w:tr w:rsidR="00B36668" w:rsidRPr="009C54AE" w14:paraId="1DA23BC7" w14:textId="77777777" w:rsidTr="00DB35A0">
        <w:tc>
          <w:tcPr>
            <w:tcW w:w="9520" w:type="dxa"/>
          </w:tcPr>
          <w:p w14:paraId="5B4FC0BF" w14:textId="77777777" w:rsidR="00B36668" w:rsidRPr="002C5A53" w:rsidRDefault="00B366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 w:cs="Carlito"/>
                <w:sz w:val="24"/>
                <w:szCs w:val="24"/>
                <w:lang w:eastAsia="pl-PL"/>
              </w:rPr>
              <w:t>Zdefiniowanie problemu: wyczerpanie, nadmierna dyspozycyjność, brak czasu, zbyt wiele zadań</w:t>
            </w:r>
            <w:r w:rsidR="0015663E" w:rsidRPr="002C5A53">
              <w:rPr>
                <w:rFonts w:ascii="Corbel" w:hAnsi="Corbel" w:cs="Carlito"/>
                <w:sz w:val="24"/>
                <w:szCs w:val="24"/>
                <w:lang w:eastAsia="pl-PL"/>
              </w:rPr>
              <w:t>.</w:t>
            </w:r>
          </w:p>
        </w:tc>
      </w:tr>
    </w:tbl>
    <w:p w14:paraId="73DBF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135DB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9FE50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A67B4" w14:textId="2558611A" w:rsidR="0085747A" w:rsidRPr="006D4D74" w:rsidRDefault="006D4D74" w:rsidP="006D4D74">
      <w:pPr>
        <w:pStyle w:val="Punktygwne"/>
        <w:spacing w:before="0" w:after="0"/>
        <w:ind w:left="851"/>
        <w:jc w:val="both"/>
        <w:rPr>
          <w:rFonts w:ascii="Corbel" w:hAnsi="Corbel"/>
          <w:b w:val="0"/>
          <w:i/>
          <w:smallCaps w:val="0"/>
          <w:szCs w:val="24"/>
        </w:rPr>
      </w:pPr>
      <w:r w:rsidRPr="006D4D74">
        <w:rPr>
          <w:rFonts w:ascii="Corbel" w:hAnsi="Corbel"/>
          <w:b w:val="0"/>
          <w:smallCaps w:val="0"/>
          <w:szCs w:val="24"/>
        </w:rPr>
        <w:t>Praca w grupach, dyskusja</w:t>
      </w:r>
    </w:p>
    <w:p w14:paraId="67D91A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D44D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9CD69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8E079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6E01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F0C0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5854"/>
        <w:gridCol w:w="1708"/>
      </w:tblGrid>
      <w:tr w:rsidR="0085747A" w:rsidRPr="009C54AE" w14:paraId="1C8A33B2" w14:textId="77777777" w:rsidTr="00DB35A0">
        <w:tc>
          <w:tcPr>
            <w:tcW w:w="1958" w:type="dxa"/>
            <w:vAlign w:val="center"/>
          </w:tcPr>
          <w:p w14:paraId="61282E1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4" w:type="dxa"/>
            <w:vAlign w:val="center"/>
          </w:tcPr>
          <w:p w14:paraId="5D7DA23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DD05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37C5F59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406BB69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4887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191C" w:rsidRPr="009C54AE" w14:paraId="4F54C5FA" w14:textId="77777777" w:rsidTr="00DB35A0">
        <w:tc>
          <w:tcPr>
            <w:tcW w:w="1958" w:type="dxa"/>
          </w:tcPr>
          <w:p w14:paraId="7CEDF586" w14:textId="77777777" w:rsidR="00F4191C" w:rsidRPr="002C5A53" w:rsidRDefault="00F4191C" w:rsidP="00F4191C">
            <w:pPr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854" w:type="dxa"/>
          </w:tcPr>
          <w:p w14:paraId="4FF108EB" w14:textId="7EC90B85" w:rsidR="00F4191C" w:rsidRPr="002C5A53" w:rsidRDefault="003C0ED1" w:rsidP="006D4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Aktywność studenta na zajęciach</w:t>
            </w:r>
            <w:r w:rsidR="00681603" w:rsidRPr="002C5A53">
              <w:rPr>
                <w:rFonts w:ascii="Corbel" w:hAnsi="Corbel"/>
                <w:sz w:val="24"/>
                <w:szCs w:val="24"/>
              </w:rPr>
              <w:t xml:space="preserve"> </w:t>
            </w:r>
            <w:r w:rsidR="00681603"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i </w:t>
            </w:r>
            <w:r w:rsidR="006D4D74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obserwacja w trakcie </w:t>
            </w:r>
            <w:r w:rsidR="00DD05B0"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zajęć</w:t>
            </w:r>
            <w:r w:rsidR="00435056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6CF0074B" w14:textId="77777777" w:rsidR="00DD05B0" w:rsidRPr="002C5A53" w:rsidRDefault="00DD05B0" w:rsidP="002C5A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A5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2C5A53" w:rsidRPr="002C5A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2C5A53" w:rsidRPr="009C54AE" w14:paraId="3CEF2DD1" w14:textId="77777777" w:rsidTr="00DB35A0">
        <w:tc>
          <w:tcPr>
            <w:tcW w:w="1958" w:type="dxa"/>
          </w:tcPr>
          <w:p w14:paraId="023BD9DF" w14:textId="77777777" w:rsidR="002C5A53" w:rsidRPr="002C5A53" w:rsidRDefault="002C5A53" w:rsidP="002C5A53">
            <w:pPr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854" w:type="dxa"/>
          </w:tcPr>
          <w:p w14:paraId="4D21EF84" w14:textId="01CBEA3A" w:rsidR="002C5A53" w:rsidRPr="002C5A53" w:rsidRDefault="002C5A53" w:rsidP="002C5A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Aktywność studenta na zajęciach i obserwacja w trakcie zajęć</w:t>
            </w:r>
            <w:r w:rsidR="00435056"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1708" w:type="dxa"/>
          </w:tcPr>
          <w:p w14:paraId="29EE7AF1" w14:textId="77777777" w:rsidR="002C5A53" w:rsidRPr="002C5A53" w:rsidRDefault="002C5A53" w:rsidP="002C5A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A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C5A53" w:rsidRPr="009C54AE" w14:paraId="5D80DD8C" w14:textId="77777777" w:rsidTr="00DB35A0">
        <w:tc>
          <w:tcPr>
            <w:tcW w:w="1958" w:type="dxa"/>
          </w:tcPr>
          <w:p w14:paraId="3EBD8298" w14:textId="77777777" w:rsidR="002C5A53" w:rsidRPr="002C5A53" w:rsidRDefault="002C5A53" w:rsidP="002C5A53">
            <w:pPr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4" w:type="dxa"/>
          </w:tcPr>
          <w:p w14:paraId="0747C8A1" w14:textId="06E55EC2" w:rsidR="002C5A53" w:rsidRPr="002C5A53" w:rsidRDefault="002C5A53" w:rsidP="002C5A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  <w:r w:rsidR="00435056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67E87FEF" w14:textId="77777777" w:rsidR="002C5A53" w:rsidRPr="002C5A53" w:rsidRDefault="002C5A53" w:rsidP="002C5A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A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C5A53" w:rsidRPr="009C54AE" w14:paraId="40ADF6B7" w14:textId="77777777" w:rsidTr="00DB35A0">
        <w:tc>
          <w:tcPr>
            <w:tcW w:w="1958" w:type="dxa"/>
          </w:tcPr>
          <w:p w14:paraId="33C02903" w14:textId="77777777" w:rsidR="002C5A53" w:rsidRPr="002C5A53" w:rsidRDefault="002C5A53" w:rsidP="002C5A53">
            <w:pPr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4" w:type="dxa"/>
          </w:tcPr>
          <w:p w14:paraId="6DF23A2B" w14:textId="2870E7FC" w:rsidR="002C5A53" w:rsidRPr="002C5A53" w:rsidRDefault="002C5A53" w:rsidP="002C5A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2C5A53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  <w:r w:rsidR="00435056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00AE7AE9" w14:textId="77777777" w:rsidR="002C5A53" w:rsidRPr="002C5A53" w:rsidRDefault="002C5A53" w:rsidP="002C5A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A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CDE9B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26A0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EAB826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71BC86D" w14:textId="77777777" w:rsidTr="00923D7D">
        <w:tc>
          <w:tcPr>
            <w:tcW w:w="9670" w:type="dxa"/>
          </w:tcPr>
          <w:p w14:paraId="14B6E27E" w14:textId="77777777" w:rsidR="0085747A" w:rsidRPr="009C54AE" w:rsidRDefault="003C0ED1" w:rsidP="002C5A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0ED1">
              <w:rPr>
                <w:rFonts w:ascii="Corbel" w:hAnsi="Corbel"/>
                <w:b w:val="0"/>
                <w:smallCaps w:val="0"/>
                <w:szCs w:val="24"/>
              </w:rPr>
              <w:t>Przygotowanie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(prezentacji, </w:t>
            </w:r>
            <w:r w:rsidR="00045943">
              <w:rPr>
                <w:rFonts w:ascii="Corbel" w:hAnsi="Corbel"/>
                <w:b w:val="0"/>
                <w:smallCaps w:val="0"/>
                <w:szCs w:val="24"/>
              </w:rPr>
              <w:t>referatu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3C0ED1">
              <w:rPr>
                <w:rFonts w:ascii="Corbel" w:hAnsi="Corbel"/>
                <w:b w:val="0"/>
                <w:smallCaps w:val="0"/>
                <w:szCs w:val="24"/>
              </w:rPr>
              <w:t>. Ocena końcowa jest wypadkową aktywności studenta na zajęciach</w:t>
            </w:r>
            <w:r w:rsidR="0004594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C0ED1">
              <w:rPr>
                <w:rFonts w:ascii="Corbel" w:hAnsi="Corbel"/>
                <w:b w:val="0"/>
                <w:smallCaps w:val="0"/>
                <w:szCs w:val="24"/>
              </w:rPr>
              <w:t>oraz przygotowanej pracy projektowej</w:t>
            </w:r>
            <w:r w:rsidR="00045943">
              <w:rPr>
                <w:rFonts w:ascii="Corbel" w:hAnsi="Corbel"/>
                <w:b w:val="0"/>
                <w:smallCaps w:val="0"/>
                <w:szCs w:val="24"/>
              </w:rPr>
              <w:t xml:space="preserve"> (prezentacji, referatu).</w:t>
            </w:r>
          </w:p>
        </w:tc>
      </w:tr>
    </w:tbl>
    <w:p w14:paraId="0FE4D0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E61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8AEB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3675965" w14:textId="77777777" w:rsidTr="003E1941">
        <w:tc>
          <w:tcPr>
            <w:tcW w:w="4962" w:type="dxa"/>
            <w:vAlign w:val="center"/>
          </w:tcPr>
          <w:p w14:paraId="0C8BCDE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6803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ED46AB" w14:textId="77777777" w:rsidTr="00923D7D">
        <w:tc>
          <w:tcPr>
            <w:tcW w:w="4962" w:type="dxa"/>
          </w:tcPr>
          <w:p w14:paraId="1EDD43D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97F97BF" w14:textId="77777777" w:rsidR="0085747A" w:rsidRPr="009C54AE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1812243" w14:textId="77777777" w:rsidTr="00923D7D">
        <w:tc>
          <w:tcPr>
            <w:tcW w:w="4962" w:type="dxa"/>
          </w:tcPr>
          <w:p w14:paraId="0FBCBE2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7A234" w14:textId="71FECC24" w:rsidR="00C61DC5" w:rsidRPr="009C54AE" w:rsidRDefault="00817058" w:rsidP="0081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767C09" w14:textId="77777777" w:rsidR="00C61DC5" w:rsidRPr="009C54AE" w:rsidRDefault="000459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4D93392" w14:textId="77777777" w:rsidTr="00923D7D">
        <w:tc>
          <w:tcPr>
            <w:tcW w:w="4962" w:type="dxa"/>
          </w:tcPr>
          <w:p w14:paraId="120C38A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9E585F3" w14:textId="1FEDC727" w:rsidR="00C61DC5" w:rsidRPr="009C54AE" w:rsidRDefault="00C61DC5" w:rsidP="0081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17058">
              <w:rPr>
                <w:rFonts w:ascii="Corbel" w:hAnsi="Corbel"/>
                <w:sz w:val="24"/>
                <w:szCs w:val="24"/>
              </w:rPr>
              <w:t>napisanie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50B914" w14:textId="77777777" w:rsidR="00C61DC5" w:rsidRPr="009C54AE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85747A" w:rsidRPr="009C54AE" w14:paraId="3503A967" w14:textId="77777777" w:rsidTr="00923D7D">
        <w:tc>
          <w:tcPr>
            <w:tcW w:w="4962" w:type="dxa"/>
          </w:tcPr>
          <w:p w14:paraId="0B9C32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94048" w14:textId="77777777" w:rsidR="0085747A" w:rsidRPr="009C54AE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8E26151" w14:textId="77777777" w:rsidTr="00923D7D">
        <w:tc>
          <w:tcPr>
            <w:tcW w:w="4962" w:type="dxa"/>
          </w:tcPr>
          <w:p w14:paraId="6886A4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5F7399" w14:textId="77777777" w:rsidR="0085747A" w:rsidRPr="009C54AE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FBC24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DB197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DC9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5DD94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9C8C8E" w14:textId="77777777" w:rsidTr="0071620A">
        <w:trPr>
          <w:trHeight w:val="397"/>
        </w:trPr>
        <w:tc>
          <w:tcPr>
            <w:tcW w:w="3544" w:type="dxa"/>
          </w:tcPr>
          <w:p w14:paraId="609FC9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FAD3CF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0B09F17" w14:textId="77777777" w:rsidTr="0071620A">
        <w:trPr>
          <w:trHeight w:val="397"/>
        </w:trPr>
        <w:tc>
          <w:tcPr>
            <w:tcW w:w="3544" w:type="dxa"/>
          </w:tcPr>
          <w:p w14:paraId="29C914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18E908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2D3FE4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CE20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3B0E9D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4565C" w:rsidRPr="009C54AE" w14:paraId="1CDFE5CF" w14:textId="77777777" w:rsidTr="0071620A">
        <w:trPr>
          <w:trHeight w:val="397"/>
        </w:trPr>
        <w:tc>
          <w:tcPr>
            <w:tcW w:w="7513" w:type="dxa"/>
          </w:tcPr>
          <w:p w14:paraId="0507E0C2" w14:textId="77777777" w:rsidR="00B36668" w:rsidRPr="002C5A53" w:rsidRDefault="00B36668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A462B6D" w14:textId="77777777" w:rsidR="002C5A53" w:rsidRPr="002C5A53" w:rsidRDefault="002C5A53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0FCA9E0" w14:textId="77777777" w:rsidR="00B36668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Hreciński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C91241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C91241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C91241">
              <w:rPr>
                <w:rFonts w:ascii="Corbel" w:hAnsi="Corbel"/>
                <w:i/>
                <w:sz w:val="24"/>
                <w:szCs w:val="24"/>
              </w:rPr>
              <w:t xml:space="preserve"> nauczycieli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14:paraId="480DAF78" w14:textId="77777777" w:rsidR="00330AF1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Stawiarska P.,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 w perspektywie wyzwań współczesnego świata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14:paraId="5011782B" w14:textId="77777777" w:rsidR="00330AF1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Sęk H. (red.),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Wydawnictwo Naukowe PWN, Warszawa 2010.</w:t>
            </w:r>
          </w:p>
          <w:p w14:paraId="493BE0D6" w14:textId="77777777" w:rsidR="007751E4" w:rsidRPr="002C5A53" w:rsidRDefault="007751E4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Kordziński J.,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>Przeciwdziałanie wypaleniu zawodowemu</w:t>
            </w:r>
            <w:r w:rsidRPr="002C5A53">
              <w:rPr>
                <w:rFonts w:ascii="Corbel" w:hAnsi="Corbel"/>
                <w:sz w:val="24"/>
                <w:szCs w:val="24"/>
              </w:rPr>
              <w:t>, Oficyna Wolters Kluwer, Warszawa 2019.</w:t>
            </w:r>
          </w:p>
          <w:p w14:paraId="192D5C11" w14:textId="77777777" w:rsidR="007751E4" w:rsidRPr="002C5A53" w:rsidRDefault="007751E4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M.P,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Prawda o wypaleniu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zawodwym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Wydawnictwo Naukowe PWN, Warszawa 2014.</w:t>
            </w:r>
          </w:p>
          <w:p w14:paraId="7C31C859" w14:textId="77777777" w:rsidR="0094565C" w:rsidRPr="002C5A53" w:rsidRDefault="00330AF1" w:rsidP="007751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 xml:space="preserve"> M.P.,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Pokonać wypalenie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Oficyna Wolters Kluwer</w:t>
            </w:r>
            <w:r w:rsidR="007751E4" w:rsidRPr="002C5A53">
              <w:rPr>
                <w:rFonts w:ascii="Corbel" w:hAnsi="Corbel"/>
                <w:sz w:val="24"/>
                <w:szCs w:val="24"/>
              </w:rPr>
              <w:t>,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</w:tc>
      </w:tr>
      <w:tr w:rsidR="0094565C" w:rsidRPr="009C54AE" w14:paraId="463C2D2D" w14:textId="77777777" w:rsidTr="0071620A">
        <w:trPr>
          <w:trHeight w:val="397"/>
        </w:trPr>
        <w:tc>
          <w:tcPr>
            <w:tcW w:w="7513" w:type="dxa"/>
          </w:tcPr>
          <w:p w14:paraId="54800A31" w14:textId="77777777" w:rsidR="00330AF1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4F13EB64" w14:textId="77777777" w:rsidR="002C5A53" w:rsidRPr="002C5A53" w:rsidRDefault="002C5A53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3A4341" w14:textId="77777777" w:rsidR="007751E4" w:rsidRPr="002C5A53" w:rsidRDefault="007751E4" w:rsidP="007751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Lisowska E.,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Kondycja zawodowa nauczycieli. W poszukiwaniu skutecznej profilaktyki wypalenia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zawodwego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Wyd. Impuls, Warszawa 2018.</w:t>
            </w:r>
          </w:p>
          <w:p w14:paraId="3832EBFB" w14:textId="77777777" w:rsidR="0094565C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 xml:space="preserve">Mańkowska B., 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4F07A8">
              <w:rPr>
                <w:rFonts w:ascii="Corbel" w:hAnsi="Corbel"/>
                <w:i/>
                <w:sz w:val="24"/>
                <w:szCs w:val="24"/>
              </w:rPr>
              <w:t>. Źródła, mechanizmy, zapobieganie</w:t>
            </w:r>
            <w:r w:rsidRPr="002C5A53">
              <w:rPr>
                <w:rFonts w:ascii="Corbel" w:hAnsi="Corbel"/>
                <w:sz w:val="24"/>
                <w:szCs w:val="24"/>
              </w:rPr>
              <w:t xml:space="preserve">, Wyd. Harmonia </w:t>
            </w:r>
            <w:proofErr w:type="spellStart"/>
            <w:r w:rsidRPr="002C5A53">
              <w:rPr>
                <w:rFonts w:ascii="Corbel" w:hAnsi="Corbel"/>
                <w:sz w:val="24"/>
                <w:szCs w:val="24"/>
              </w:rPr>
              <w:t>Universalis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Gdańsk 2016.</w:t>
            </w:r>
          </w:p>
          <w:p w14:paraId="1493CE15" w14:textId="68E50BB4" w:rsidR="00330AF1" w:rsidRPr="002C5A53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A53">
              <w:rPr>
                <w:rFonts w:ascii="Corbel" w:hAnsi="Corbel"/>
                <w:sz w:val="24"/>
                <w:szCs w:val="24"/>
              </w:rPr>
              <w:t>Fengler J</w:t>
            </w:r>
            <w:r w:rsidRPr="004F07A8">
              <w:rPr>
                <w:rFonts w:ascii="Corbel" w:hAnsi="Corbel"/>
                <w:i/>
                <w:sz w:val="24"/>
                <w:szCs w:val="24"/>
              </w:rPr>
              <w:t xml:space="preserve">., Pomaganie męczy, wypalenie w pracy </w:t>
            </w:r>
            <w:proofErr w:type="spellStart"/>
            <w:r w:rsidRPr="004F07A8">
              <w:rPr>
                <w:rFonts w:ascii="Corbel" w:hAnsi="Corbel"/>
                <w:i/>
                <w:sz w:val="24"/>
                <w:szCs w:val="24"/>
              </w:rPr>
              <w:t>zawodwej</w:t>
            </w:r>
            <w:proofErr w:type="spellEnd"/>
            <w:r w:rsidRPr="002C5A53">
              <w:rPr>
                <w:rFonts w:ascii="Corbel" w:hAnsi="Corbel"/>
                <w:sz w:val="24"/>
                <w:szCs w:val="24"/>
              </w:rPr>
              <w:t>, Wyd. Psychologiczne Gdańsk 2000.</w:t>
            </w:r>
          </w:p>
          <w:p w14:paraId="0555C390" w14:textId="77777777" w:rsidR="007751E4" w:rsidRPr="002C5A53" w:rsidRDefault="007751E4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D9DE4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946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21CC79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AE3E75" w14:textId="77777777" w:rsidR="00C65F33" w:rsidRDefault="00C65F3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EFC21" w14:textId="77777777" w:rsidR="00C65F33" w:rsidRDefault="00C65F3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C65F3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76BEF" w14:textId="77777777" w:rsidR="00C33058" w:rsidRDefault="00C33058" w:rsidP="00C16ABF">
      <w:pPr>
        <w:spacing w:after="0" w:line="240" w:lineRule="auto"/>
      </w:pPr>
      <w:r>
        <w:separator/>
      </w:r>
    </w:p>
  </w:endnote>
  <w:endnote w:type="continuationSeparator" w:id="0">
    <w:p w14:paraId="47274350" w14:textId="77777777" w:rsidR="00C33058" w:rsidRDefault="00C330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EE"/>
    <w:family w:val="swiss"/>
    <w:pitch w:val="variable"/>
    <w:sig w:usb0="00000001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DF07E" w14:textId="77777777" w:rsidR="00C33058" w:rsidRDefault="00C33058" w:rsidP="00C16ABF">
      <w:pPr>
        <w:spacing w:after="0" w:line="240" w:lineRule="auto"/>
      </w:pPr>
      <w:r>
        <w:separator/>
      </w:r>
    </w:p>
  </w:footnote>
  <w:footnote w:type="continuationSeparator" w:id="0">
    <w:p w14:paraId="464445CA" w14:textId="77777777" w:rsidR="00C33058" w:rsidRDefault="00C33058" w:rsidP="00C16ABF">
      <w:pPr>
        <w:spacing w:after="0" w:line="240" w:lineRule="auto"/>
      </w:pPr>
      <w:r>
        <w:continuationSeparator/>
      </w:r>
    </w:p>
  </w:footnote>
  <w:footnote w:id="1">
    <w:p w14:paraId="5915219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09D1"/>
    <w:rsid w:val="00015B8F"/>
    <w:rsid w:val="00020B44"/>
    <w:rsid w:val="00022ECE"/>
    <w:rsid w:val="00042A51"/>
    <w:rsid w:val="00042D2E"/>
    <w:rsid w:val="00044C82"/>
    <w:rsid w:val="00045943"/>
    <w:rsid w:val="00061F2F"/>
    <w:rsid w:val="00070ED6"/>
    <w:rsid w:val="000742DC"/>
    <w:rsid w:val="00075425"/>
    <w:rsid w:val="00077802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B80"/>
    <w:rsid w:val="00134B13"/>
    <w:rsid w:val="001458A9"/>
    <w:rsid w:val="00146BC0"/>
    <w:rsid w:val="00150587"/>
    <w:rsid w:val="00153C41"/>
    <w:rsid w:val="00154381"/>
    <w:rsid w:val="0015663E"/>
    <w:rsid w:val="001640A7"/>
    <w:rsid w:val="00164FA7"/>
    <w:rsid w:val="001650AA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3857"/>
    <w:rsid w:val="001D2EEC"/>
    <w:rsid w:val="001D657B"/>
    <w:rsid w:val="001D7B54"/>
    <w:rsid w:val="001E0209"/>
    <w:rsid w:val="001F100A"/>
    <w:rsid w:val="001F2CA2"/>
    <w:rsid w:val="002144C0"/>
    <w:rsid w:val="002225BB"/>
    <w:rsid w:val="0022477D"/>
    <w:rsid w:val="002278A9"/>
    <w:rsid w:val="002336F9"/>
    <w:rsid w:val="0024028F"/>
    <w:rsid w:val="00244ABC"/>
    <w:rsid w:val="0026380E"/>
    <w:rsid w:val="0027476E"/>
    <w:rsid w:val="00281FF2"/>
    <w:rsid w:val="002857DE"/>
    <w:rsid w:val="002868EF"/>
    <w:rsid w:val="00291567"/>
    <w:rsid w:val="002A22BF"/>
    <w:rsid w:val="002A2389"/>
    <w:rsid w:val="002A671D"/>
    <w:rsid w:val="002B35B5"/>
    <w:rsid w:val="002B4D55"/>
    <w:rsid w:val="002B5EA0"/>
    <w:rsid w:val="002B6119"/>
    <w:rsid w:val="002C1F06"/>
    <w:rsid w:val="002C5A53"/>
    <w:rsid w:val="002D3375"/>
    <w:rsid w:val="002D56F1"/>
    <w:rsid w:val="002D73D4"/>
    <w:rsid w:val="002E4F25"/>
    <w:rsid w:val="002F02A3"/>
    <w:rsid w:val="002F4ABE"/>
    <w:rsid w:val="003018BA"/>
    <w:rsid w:val="0030395F"/>
    <w:rsid w:val="00305C92"/>
    <w:rsid w:val="00312127"/>
    <w:rsid w:val="003151C5"/>
    <w:rsid w:val="00330AF1"/>
    <w:rsid w:val="003343CF"/>
    <w:rsid w:val="00346FE9"/>
    <w:rsid w:val="0034759A"/>
    <w:rsid w:val="003503F6"/>
    <w:rsid w:val="003530DD"/>
    <w:rsid w:val="00363F78"/>
    <w:rsid w:val="003819DD"/>
    <w:rsid w:val="00397B4F"/>
    <w:rsid w:val="003A0A5B"/>
    <w:rsid w:val="003A1176"/>
    <w:rsid w:val="003C0BAE"/>
    <w:rsid w:val="003C0ED1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5056"/>
    <w:rsid w:val="004362C6"/>
    <w:rsid w:val="00437FA2"/>
    <w:rsid w:val="004400B8"/>
    <w:rsid w:val="00441BE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9B"/>
    <w:rsid w:val="004D5282"/>
    <w:rsid w:val="004E3B1E"/>
    <w:rsid w:val="004F07A8"/>
    <w:rsid w:val="004F1551"/>
    <w:rsid w:val="004F55A3"/>
    <w:rsid w:val="0050496F"/>
    <w:rsid w:val="00505154"/>
    <w:rsid w:val="00513B6F"/>
    <w:rsid w:val="00517C63"/>
    <w:rsid w:val="00523487"/>
    <w:rsid w:val="00526C94"/>
    <w:rsid w:val="005363C4"/>
    <w:rsid w:val="00536BDE"/>
    <w:rsid w:val="00543ACC"/>
    <w:rsid w:val="005503FB"/>
    <w:rsid w:val="00560C68"/>
    <w:rsid w:val="0056696D"/>
    <w:rsid w:val="005738AE"/>
    <w:rsid w:val="00573EF9"/>
    <w:rsid w:val="005818E6"/>
    <w:rsid w:val="0059484D"/>
    <w:rsid w:val="005A0855"/>
    <w:rsid w:val="005A0F5F"/>
    <w:rsid w:val="005A3196"/>
    <w:rsid w:val="005B3509"/>
    <w:rsid w:val="005B7039"/>
    <w:rsid w:val="005C080F"/>
    <w:rsid w:val="005C55E5"/>
    <w:rsid w:val="005C696A"/>
    <w:rsid w:val="005E6E85"/>
    <w:rsid w:val="005F31D2"/>
    <w:rsid w:val="00606165"/>
    <w:rsid w:val="0061029B"/>
    <w:rsid w:val="00617230"/>
    <w:rsid w:val="00621CE1"/>
    <w:rsid w:val="00627FC9"/>
    <w:rsid w:val="00636775"/>
    <w:rsid w:val="00647FA8"/>
    <w:rsid w:val="00650C5F"/>
    <w:rsid w:val="00654934"/>
    <w:rsid w:val="006620D9"/>
    <w:rsid w:val="00671958"/>
    <w:rsid w:val="00675843"/>
    <w:rsid w:val="00681603"/>
    <w:rsid w:val="00685D89"/>
    <w:rsid w:val="006870B1"/>
    <w:rsid w:val="0069397C"/>
    <w:rsid w:val="00696477"/>
    <w:rsid w:val="006B6B58"/>
    <w:rsid w:val="006C54AB"/>
    <w:rsid w:val="006D050F"/>
    <w:rsid w:val="006D4D74"/>
    <w:rsid w:val="006D6139"/>
    <w:rsid w:val="006E5D65"/>
    <w:rsid w:val="006F1282"/>
    <w:rsid w:val="006F1FBC"/>
    <w:rsid w:val="006F31E2"/>
    <w:rsid w:val="00703947"/>
    <w:rsid w:val="007041BD"/>
    <w:rsid w:val="00706544"/>
    <w:rsid w:val="007072BA"/>
    <w:rsid w:val="0071620A"/>
    <w:rsid w:val="00724677"/>
    <w:rsid w:val="00725459"/>
    <w:rsid w:val="007327BD"/>
    <w:rsid w:val="00734608"/>
    <w:rsid w:val="00744E93"/>
    <w:rsid w:val="00745302"/>
    <w:rsid w:val="007461D6"/>
    <w:rsid w:val="00746EC8"/>
    <w:rsid w:val="00763BF1"/>
    <w:rsid w:val="00766FD4"/>
    <w:rsid w:val="0077243F"/>
    <w:rsid w:val="00775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523"/>
    <w:rsid w:val="007F1652"/>
    <w:rsid w:val="007F362C"/>
    <w:rsid w:val="007F4155"/>
    <w:rsid w:val="0080379F"/>
    <w:rsid w:val="0081554D"/>
    <w:rsid w:val="00817058"/>
    <w:rsid w:val="0081707E"/>
    <w:rsid w:val="008449B3"/>
    <w:rsid w:val="0085747A"/>
    <w:rsid w:val="008630A2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F68"/>
    <w:rsid w:val="00916188"/>
    <w:rsid w:val="00923D7D"/>
    <w:rsid w:val="0094565C"/>
    <w:rsid w:val="00945B08"/>
    <w:rsid w:val="009508DF"/>
    <w:rsid w:val="00950C8A"/>
    <w:rsid w:val="00950DAC"/>
    <w:rsid w:val="00954A07"/>
    <w:rsid w:val="00956799"/>
    <w:rsid w:val="00997F14"/>
    <w:rsid w:val="009A78CD"/>
    <w:rsid w:val="009A78D9"/>
    <w:rsid w:val="009B4D68"/>
    <w:rsid w:val="009C08B7"/>
    <w:rsid w:val="009C1331"/>
    <w:rsid w:val="009C3E31"/>
    <w:rsid w:val="009C54AE"/>
    <w:rsid w:val="009C788E"/>
    <w:rsid w:val="009E3B41"/>
    <w:rsid w:val="009F0479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591"/>
    <w:rsid w:val="00A76935"/>
    <w:rsid w:val="00A7732B"/>
    <w:rsid w:val="00A84C85"/>
    <w:rsid w:val="00A948F1"/>
    <w:rsid w:val="00A97DE1"/>
    <w:rsid w:val="00AB053C"/>
    <w:rsid w:val="00AB7391"/>
    <w:rsid w:val="00AC0A74"/>
    <w:rsid w:val="00AC110A"/>
    <w:rsid w:val="00AC3592"/>
    <w:rsid w:val="00AD1146"/>
    <w:rsid w:val="00AD1AEE"/>
    <w:rsid w:val="00AD27D3"/>
    <w:rsid w:val="00AD66D6"/>
    <w:rsid w:val="00AE1160"/>
    <w:rsid w:val="00AE203C"/>
    <w:rsid w:val="00AE2E74"/>
    <w:rsid w:val="00AE5FCB"/>
    <w:rsid w:val="00AF09AF"/>
    <w:rsid w:val="00AF2C1E"/>
    <w:rsid w:val="00AF3A5D"/>
    <w:rsid w:val="00B06142"/>
    <w:rsid w:val="00B135B1"/>
    <w:rsid w:val="00B3130B"/>
    <w:rsid w:val="00B36668"/>
    <w:rsid w:val="00B40ADB"/>
    <w:rsid w:val="00B43B77"/>
    <w:rsid w:val="00B43E80"/>
    <w:rsid w:val="00B607DB"/>
    <w:rsid w:val="00B617A8"/>
    <w:rsid w:val="00B66529"/>
    <w:rsid w:val="00B75946"/>
    <w:rsid w:val="00B8056E"/>
    <w:rsid w:val="00B819C8"/>
    <w:rsid w:val="00B82308"/>
    <w:rsid w:val="00B90885"/>
    <w:rsid w:val="00BA4CD2"/>
    <w:rsid w:val="00BB286C"/>
    <w:rsid w:val="00BB520A"/>
    <w:rsid w:val="00BC478C"/>
    <w:rsid w:val="00BD3869"/>
    <w:rsid w:val="00BD66E9"/>
    <w:rsid w:val="00BD6FF4"/>
    <w:rsid w:val="00BE1CFB"/>
    <w:rsid w:val="00BE6880"/>
    <w:rsid w:val="00BF2C41"/>
    <w:rsid w:val="00C0183D"/>
    <w:rsid w:val="00C058B4"/>
    <w:rsid w:val="00C05F44"/>
    <w:rsid w:val="00C131B5"/>
    <w:rsid w:val="00C16ABF"/>
    <w:rsid w:val="00C170AE"/>
    <w:rsid w:val="00C25E41"/>
    <w:rsid w:val="00C26CB7"/>
    <w:rsid w:val="00C324C1"/>
    <w:rsid w:val="00C33058"/>
    <w:rsid w:val="00C36992"/>
    <w:rsid w:val="00C53805"/>
    <w:rsid w:val="00C56036"/>
    <w:rsid w:val="00C61DC5"/>
    <w:rsid w:val="00C65F33"/>
    <w:rsid w:val="00C67E92"/>
    <w:rsid w:val="00C70A26"/>
    <w:rsid w:val="00C766DF"/>
    <w:rsid w:val="00C90D14"/>
    <w:rsid w:val="00C91241"/>
    <w:rsid w:val="00C94B98"/>
    <w:rsid w:val="00CA2B96"/>
    <w:rsid w:val="00CA5089"/>
    <w:rsid w:val="00CA773C"/>
    <w:rsid w:val="00CB31D7"/>
    <w:rsid w:val="00CB42CB"/>
    <w:rsid w:val="00CD1C37"/>
    <w:rsid w:val="00CD1D49"/>
    <w:rsid w:val="00CD6897"/>
    <w:rsid w:val="00CE5BAC"/>
    <w:rsid w:val="00CF25BE"/>
    <w:rsid w:val="00CF78ED"/>
    <w:rsid w:val="00D02B25"/>
    <w:rsid w:val="00D02EBA"/>
    <w:rsid w:val="00D05AAD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5900"/>
    <w:rsid w:val="00D8678B"/>
    <w:rsid w:val="00DA2114"/>
    <w:rsid w:val="00DA4EBE"/>
    <w:rsid w:val="00DB35A0"/>
    <w:rsid w:val="00DD05B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7F"/>
    <w:rsid w:val="00E51E44"/>
    <w:rsid w:val="00E57F85"/>
    <w:rsid w:val="00E63348"/>
    <w:rsid w:val="00E77E88"/>
    <w:rsid w:val="00E8107D"/>
    <w:rsid w:val="00E8389C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4191C"/>
    <w:rsid w:val="00F526AF"/>
    <w:rsid w:val="00F617C3"/>
    <w:rsid w:val="00F7066B"/>
    <w:rsid w:val="00F83B28"/>
    <w:rsid w:val="00F8516E"/>
    <w:rsid w:val="00F94F42"/>
    <w:rsid w:val="00FA46E5"/>
    <w:rsid w:val="00FB7DBA"/>
    <w:rsid w:val="00FC1C25"/>
    <w:rsid w:val="00FC3F45"/>
    <w:rsid w:val="00FD3821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30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0A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747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7476E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330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A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A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A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A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A53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0A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747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7476E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330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A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A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A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A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A5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D0FC3-9225-4D72-B645-3AF6D2580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1009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2020-01-16T09:40:00Z</cp:lastPrinted>
  <dcterms:created xsi:type="dcterms:W3CDTF">2019-11-18T12:28:00Z</dcterms:created>
  <dcterms:modified xsi:type="dcterms:W3CDTF">2021-09-27T06:56:00Z</dcterms:modified>
</cp:coreProperties>
</file>